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D357" w14:textId="77777777" w:rsidR="00EB6420" w:rsidRDefault="00EB6420" w:rsidP="00520C25">
      <w:pPr>
        <w:spacing w:after="0" w:line="240" w:lineRule="auto"/>
        <w:jc w:val="right"/>
      </w:pPr>
    </w:p>
    <w:p w14:paraId="6E676AF9" w14:textId="579B7299" w:rsidR="00CB7C33" w:rsidRDefault="003B5531" w:rsidP="00520C25">
      <w:pPr>
        <w:spacing w:after="0" w:line="240" w:lineRule="auto"/>
        <w:jc w:val="right"/>
      </w:pPr>
      <w:r>
        <w:t>Białystok</w:t>
      </w:r>
      <w:r w:rsidR="00053568">
        <w:t>,</w:t>
      </w:r>
      <w:r w:rsidR="00053568" w:rsidRPr="00053568">
        <w:t xml:space="preserve"> </w:t>
      </w:r>
      <w:sdt>
        <w:sdtPr>
          <w:alias w:val="Data dokumentu"/>
          <w:tag w:val="Data dokumentu"/>
          <w:id w:val="28423641"/>
          <w:lock w:val="sdtLocked"/>
          <w:placeholder>
            <w:docPart w:val="9FBFAF06382B461680466CA64DD5B8AE"/>
          </w:placeholder>
          <w:date w:fullDate="2025-09-10T00:00:00Z">
            <w:dateFormat w:val="dd-MM-yyyy"/>
            <w:lid w:val="pl-PL"/>
            <w:storeMappedDataAs w:val="dateTime"/>
            <w:calendar w:val="gregorian"/>
          </w:date>
        </w:sdtPr>
        <w:sdtEndPr/>
        <w:sdtContent>
          <w:r w:rsidR="00601033">
            <w:t>10</w:t>
          </w:r>
          <w:r w:rsidR="000E0F24">
            <w:t>-0</w:t>
          </w:r>
          <w:r w:rsidR="00601033">
            <w:t>9</w:t>
          </w:r>
          <w:r w:rsidR="000E0F24">
            <w:t>-20</w:t>
          </w:r>
          <w:r w:rsidR="00601033">
            <w:t>25</w:t>
          </w:r>
        </w:sdtContent>
      </w:sdt>
      <w:r w:rsidR="00807698">
        <w:t xml:space="preserve"> r.</w:t>
      </w:r>
    </w:p>
    <w:p w14:paraId="107FBF68" w14:textId="77777777" w:rsidR="00D74BD9" w:rsidRDefault="00D74BD9" w:rsidP="00520C25">
      <w:pPr>
        <w:spacing w:after="0" w:line="240" w:lineRule="auto"/>
        <w:rPr>
          <w:b/>
        </w:rPr>
      </w:pPr>
    </w:p>
    <w:p w14:paraId="0FDEB075" w14:textId="77777777" w:rsidR="00686ECF" w:rsidRDefault="00686ECF" w:rsidP="00520C25">
      <w:pPr>
        <w:spacing w:after="0" w:line="240" w:lineRule="auto"/>
        <w:rPr>
          <w:b/>
        </w:rPr>
      </w:pPr>
    </w:p>
    <w:sdt>
      <w:sdtPr>
        <w:rPr>
          <w:b/>
        </w:rPr>
        <w:alias w:val="Adresat dokumentu"/>
        <w:tag w:val="Adresat dokumentu"/>
        <w:id w:val="28423683"/>
        <w:lock w:val="sdtLocked"/>
        <w:placeholder>
          <w:docPart w:val="BE040F71D2F64C399052EDB8BB0A7BC6"/>
        </w:placeholder>
      </w:sdtPr>
      <w:sdtEndPr/>
      <w:sdtContent>
        <w:p w14:paraId="6D242A67" w14:textId="77777777" w:rsidR="006C7CE0" w:rsidRDefault="006C7CE0" w:rsidP="008676A3">
          <w:pPr>
            <w:spacing w:after="0" w:line="240" w:lineRule="auto"/>
            <w:ind w:left="5812"/>
            <w:rPr>
              <w:b/>
              <w:sz w:val="24"/>
              <w:szCs w:val="24"/>
            </w:rPr>
          </w:pPr>
        </w:p>
        <w:p w14:paraId="1F7BB093" w14:textId="77777777" w:rsidR="00807698" w:rsidRDefault="00601033" w:rsidP="00525D26">
          <w:pPr>
            <w:spacing w:after="0" w:line="240" w:lineRule="auto"/>
            <w:rPr>
              <w:b/>
            </w:rPr>
          </w:pPr>
        </w:p>
      </w:sdtContent>
    </w:sdt>
    <w:p w14:paraId="6731B451" w14:textId="77777777" w:rsidR="003B5531" w:rsidRDefault="003B5531" w:rsidP="003B5531">
      <w:pPr>
        <w:spacing w:after="0"/>
      </w:pPr>
    </w:p>
    <w:p w14:paraId="78DF7B1D" w14:textId="77777777" w:rsidR="00BC5A33" w:rsidRDefault="00BC5A33" w:rsidP="003B5531">
      <w:pPr>
        <w:spacing w:after="0"/>
      </w:pPr>
    </w:p>
    <w:p w14:paraId="3082F2C2" w14:textId="77777777" w:rsidR="00043E6C" w:rsidRDefault="00043E6C" w:rsidP="00853E15">
      <w:pPr>
        <w:spacing w:after="0"/>
      </w:pPr>
    </w:p>
    <w:p w14:paraId="2AA7D39F" w14:textId="77777777" w:rsidR="008676A3" w:rsidRDefault="008676A3" w:rsidP="008676A3">
      <w:pPr>
        <w:jc w:val="center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b/>
          <w:sz w:val="28"/>
          <w:szCs w:val="28"/>
        </w:rPr>
        <w:t xml:space="preserve">OŚWIADCZENIE </w:t>
      </w:r>
    </w:p>
    <w:p w14:paraId="036E37C2" w14:textId="77777777" w:rsidR="008676A3" w:rsidRDefault="008676A3" w:rsidP="008676A3">
      <w:pPr>
        <w:jc w:val="center"/>
        <w:rPr>
          <w:rFonts w:ascii="Century Gothic" w:hAnsi="Century Gothic" w:cs="Arial"/>
          <w:b/>
          <w:sz w:val="28"/>
          <w:szCs w:val="28"/>
        </w:rPr>
      </w:pPr>
    </w:p>
    <w:p w14:paraId="365DBB69" w14:textId="77777777" w:rsidR="008676A3" w:rsidRDefault="008676A3" w:rsidP="008676A3">
      <w:pPr>
        <w:jc w:val="center"/>
        <w:rPr>
          <w:rFonts w:ascii="Century Gothic" w:hAnsi="Century Gothic" w:cs="Arial"/>
          <w:b/>
          <w:sz w:val="28"/>
          <w:szCs w:val="28"/>
        </w:rPr>
      </w:pPr>
    </w:p>
    <w:p w14:paraId="44EB6BE2" w14:textId="77777777" w:rsidR="008676A3" w:rsidRDefault="008676A3" w:rsidP="008676A3">
      <w:pPr>
        <w:spacing w:line="360" w:lineRule="auto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</w:rPr>
        <w:t xml:space="preserve">Na podstawie art. </w:t>
      </w:r>
      <w:proofErr w:type="gramStart"/>
      <w:r>
        <w:rPr>
          <w:rFonts w:ascii="Century Gothic" w:hAnsi="Century Gothic" w:cs="Arial"/>
        </w:rPr>
        <w:t>20 ,</w:t>
      </w:r>
      <w:proofErr w:type="gramEnd"/>
      <w:r>
        <w:rPr>
          <w:rFonts w:ascii="Century Gothic" w:hAnsi="Century Gothic" w:cs="Arial"/>
        </w:rPr>
        <w:t>pkt. 4 ustawy z dnia 7 lipca 1994r</w:t>
      </w:r>
      <w:r w:rsidR="00154CA4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>- Prawo budowlane</w:t>
      </w:r>
    </w:p>
    <w:p w14:paraId="4982C098" w14:textId="6A1ADAF7" w:rsidR="008676A3" w:rsidRDefault="008676A3" w:rsidP="008676A3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(Dz. U. z 2010 r nr. </w:t>
      </w:r>
      <w:proofErr w:type="gramStart"/>
      <w:r>
        <w:rPr>
          <w:rFonts w:ascii="Century Gothic" w:hAnsi="Century Gothic" w:cs="Arial"/>
        </w:rPr>
        <w:t>243 ,</w:t>
      </w:r>
      <w:proofErr w:type="gramEnd"/>
      <w:r>
        <w:rPr>
          <w:rFonts w:ascii="Century Gothic" w:hAnsi="Century Gothic" w:cs="Arial"/>
        </w:rPr>
        <w:t xml:space="preserve"> poz. 1623 z późniejszymi zmianami) niniejszym oświadczam, że projekt wykonawczy pn.</w:t>
      </w:r>
    </w:p>
    <w:p w14:paraId="7A23CCF3" w14:textId="01C3F290" w:rsidR="000E0F24" w:rsidRDefault="000E0F24" w:rsidP="00601033">
      <w:pPr>
        <w:spacing w:after="0"/>
        <w:rPr>
          <w:sz w:val="28"/>
          <w:szCs w:val="28"/>
        </w:rPr>
      </w:pPr>
      <w:r>
        <w:rPr>
          <w:sz w:val="28"/>
          <w:szCs w:val="28"/>
        </w:rPr>
        <w:t>„</w:t>
      </w:r>
      <w:r w:rsidR="00601033">
        <w:rPr>
          <w:sz w:val="28"/>
          <w:szCs w:val="28"/>
        </w:rPr>
        <w:t xml:space="preserve">Wymiana istniejącego Systemu Sygnalizacji Pożaru w budynku hotelu </w:t>
      </w:r>
      <w:proofErr w:type="spellStart"/>
      <w:r w:rsidR="00601033">
        <w:rPr>
          <w:sz w:val="28"/>
          <w:szCs w:val="28"/>
        </w:rPr>
        <w:t>BOSiR</w:t>
      </w:r>
      <w:proofErr w:type="spellEnd"/>
      <w:r w:rsidR="00601033">
        <w:rPr>
          <w:sz w:val="28"/>
          <w:szCs w:val="28"/>
        </w:rPr>
        <w:t xml:space="preserve"> przy ul. Wołodyjowskiego 5 w Białymstoku, obejmującego też budynek </w:t>
      </w:r>
      <w:proofErr w:type="spellStart"/>
      <w:r w:rsidR="00601033">
        <w:rPr>
          <w:sz w:val="28"/>
          <w:szCs w:val="28"/>
        </w:rPr>
        <w:t>podtrybunia</w:t>
      </w:r>
      <w:proofErr w:type="spellEnd"/>
      <w:r w:rsidR="00601033">
        <w:rPr>
          <w:sz w:val="28"/>
          <w:szCs w:val="28"/>
        </w:rPr>
        <w:t xml:space="preserve"> stadionu”</w:t>
      </w:r>
    </w:p>
    <w:p w14:paraId="24C95291" w14:textId="77777777" w:rsidR="000E0F24" w:rsidRDefault="000E0F24" w:rsidP="000E0F2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w </w:t>
      </w:r>
      <w:proofErr w:type="gramStart"/>
      <w:r>
        <w:rPr>
          <w:sz w:val="28"/>
          <w:szCs w:val="28"/>
        </w:rPr>
        <w:t>obiekcie :</w:t>
      </w:r>
      <w:proofErr w:type="gramEnd"/>
    </w:p>
    <w:p w14:paraId="2E9BBD1B" w14:textId="5EE5D263" w:rsidR="000E0F24" w:rsidRPr="00506825" w:rsidRDefault="003A71F0" w:rsidP="000E0F24">
      <w:pPr>
        <w:spacing w:after="0"/>
        <w:rPr>
          <w:sz w:val="28"/>
          <w:szCs w:val="28"/>
        </w:rPr>
      </w:pPr>
      <w:r>
        <w:rPr>
          <w:sz w:val="28"/>
          <w:szCs w:val="28"/>
        </w:rPr>
        <w:t>Białostocki Ośrodek Sportu i Rekreacji w Białymstoku</w:t>
      </w:r>
      <w:r w:rsidR="000E0F24">
        <w:rPr>
          <w:sz w:val="28"/>
          <w:szCs w:val="28"/>
        </w:rPr>
        <w:t xml:space="preserve"> </w:t>
      </w:r>
      <w:r w:rsidR="00601033">
        <w:rPr>
          <w:sz w:val="28"/>
          <w:szCs w:val="28"/>
        </w:rPr>
        <w:t>ul. Wołodyjowskiego 5</w:t>
      </w:r>
    </w:p>
    <w:p w14:paraId="428594A5" w14:textId="77777777" w:rsidR="008676A3" w:rsidRDefault="008676A3" w:rsidP="008676A3">
      <w:pPr>
        <w:spacing w:line="360" w:lineRule="auto"/>
        <w:jc w:val="center"/>
        <w:rPr>
          <w:rFonts w:ascii="Century Gothic" w:hAnsi="Century Gothic" w:cs="Arial"/>
          <w:b/>
          <w:i/>
        </w:rPr>
      </w:pPr>
    </w:p>
    <w:p w14:paraId="19A4511D" w14:textId="62F0467B" w:rsidR="008676A3" w:rsidRDefault="008676A3" w:rsidP="008676A3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</w:rPr>
        <w:t xml:space="preserve">został wykonany zgodnie z </w:t>
      </w:r>
      <w:r w:rsidR="000E0F24">
        <w:rPr>
          <w:rFonts w:ascii="Century Gothic" w:hAnsi="Century Gothic" w:cs="Arial"/>
        </w:rPr>
        <w:t>zamówieniem</w:t>
      </w:r>
      <w:r>
        <w:rPr>
          <w:rFonts w:ascii="Century Gothic" w:hAnsi="Century Gothic" w:cs="Arial"/>
        </w:rPr>
        <w:t xml:space="preserve">, obowiązującymi przepisami </w:t>
      </w:r>
    </w:p>
    <w:p w14:paraId="4FC890D6" w14:textId="77777777" w:rsidR="008676A3" w:rsidRDefault="008676A3" w:rsidP="008676A3">
      <w:pP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techniczno-budowlanymi i zasadami wiedzy technicznej oraz jest kompletny </w:t>
      </w:r>
    </w:p>
    <w:p w14:paraId="5C6950A2" w14:textId="77777777" w:rsidR="008676A3" w:rsidRDefault="008676A3" w:rsidP="008676A3">
      <w:pPr>
        <w:spacing w:line="360" w:lineRule="auto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z punktu widzenia celu jakiemu ma służyć.</w:t>
      </w:r>
    </w:p>
    <w:p w14:paraId="4F475076" w14:textId="77777777" w:rsidR="008676A3" w:rsidRDefault="008676A3" w:rsidP="00853E15">
      <w:pPr>
        <w:spacing w:after="0"/>
      </w:pPr>
    </w:p>
    <w:p w14:paraId="7DE69123" w14:textId="77777777" w:rsidR="00361A4E" w:rsidRPr="00361A4E" w:rsidRDefault="00361A4E" w:rsidP="00361A4E"/>
    <w:p w14:paraId="115AD67E" w14:textId="77777777" w:rsidR="00361A4E" w:rsidRPr="00361A4E" w:rsidRDefault="00361A4E" w:rsidP="00361A4E"/>
    <w:p w14:paraId="64E34D1A" w14:textId="77777777" w:rsidR="00361A4E" w:rsidRPr="00361A4E" w:rsidRDefault="00361A4E" w:rsidP="00361A4E"/>
    <w:p w14:paraId="7F11DA86" w14:textId="77777777" w:rsidR="00361A4E" w:rsidRPr="00361A4E" w:rsidRDefault="00361A4E" w:rsidP="00361A4E"/>
    <w:p w14:paraId="6AF93F16" w14:textId="77777777" w:rsidR="00361A4E" w:rsidRPr="00361A4E" w:rsidRDefault="00361A4E" w:rsidP="00361A4E"/>
    <w:p w14:paraId="76F62B4C" w14:textId="77777777" w:rsidR="00361A4E" w:rsidRPr="00361A4E" w:rsidRDefault="00361A4E" w:rsidP="00361A4E">
      <w:pPr>
        <w:tabs>
          <w:tab w:val="left" w:pos="1380"/>
        </w:tabs>
      </w:pPr>
      <w:r>
        <w:tab/>
      </w:r>
    </w:p>
    <w:sectPr w:rsidR="00361A4E" w:rsidRPr="00361A4E" w:rsidSect="00BD146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851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1EECE" w14:textId="77777777" w:rsidR="007F4E5B" w:rsidRDefault="007F4E5B" w:rsidP="00FA5A31">
      <w:pPr>
        <w:spacing w:after="0" w:line="240" w:lineRule="auto"/>
      </w:pPr>
      <w:r>
        <w:separator/>
      </w:r>
    </w:p>
  </w:endnote>
  <w:endnote w:type="continuationSeparator" w:id="0">
    <w:p w14:paraId="2244C776" w14:textId="77777777" w:rsidR="007F4E5B" w:rsidRDefault="007F4E5B" w:rsidP="00FA5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888177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tbl>
            <w:tblPr>
              <w:tblStyle w:val="Tabela-Siatka"/>
              <w:tblW w:w="1035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48"/>
              <w:gridCol w:w="5003"/>
            </w:tblGrid>
            <w:tr w:rsidR="00E369D6" w14:paraId="72AFE0BC" w14:textId="77777777" w:rsidTr="00F535AF">
              <w:trPr>
                <w:jc w:val="center"/>
              </w:trPr>
              <w:tc>
                <w:tcPr>
                  <w:tcW w:w="5348" w:type="dxa"/>
                </w:tcPr>
                <w:p w14:paraId="3CCFECEB" w14:textId="77777777" w:rsidR="00E369D6" w:rsidRPr="00A85870" w:rsidRDefault="00E369D6" w:rsidP="00F535AF">
                  <w:pPr>
                    <w:rPr>
                      <w:sz w:val="20"/>
                      <w:szCs w:val="20"/>
                    </w:rPr>
                  </w:pPr>
                  <w:r w:rsidRPr="00A85870">
                    <w:rPr>
                      <w:sz w:val="20"/>
                      <w:szCs w:val="20"/>
                    </w:rPr>
                    <w:t xml:space="preserve">Oferta nr  </w:t>
                  </w:r>
                  <w:sdt>
                    <w:sdtPr>
                      <w:rPr>
                        <w:sz w:val="20"/>
                        <w:szCs w:val="20"/>
                      </w:rPr>
                      <w:alias w:val="Tytuł"/>
                      <w:id w:val="18882200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r w:rsidR="00D615AA">
                        <w:rPr>
                          <w:sz w:val="20"/>
                          <w:szCs w:val="20"/>
                        </w:rPr>
                        <w:t>Of-19086-KM</w:t>
                      </w:r>
                    </w:sdtContent>
                  </w:sdt>
                </w:p>
              </w:tc>
              <w:tc>
                <w:tcPr>
                  <w:tcW w:w="5003" w:type="dxa"/>
                </w:tcPr>
                <w:p w14:paraId="0FC0CE1D" w14:textId="77777777" w:rsidR="00E369D6" w:rsidRPr="00A85870" w:rsidRDefault="00E369D6" w:rsidP="00F535AF">
                  <w:pPr>
                    <w:jc w:val="right"/>
                    <w:rPr>
                      <w:sz w:val="20"/>
                      <w:szCs w:val="20"/>
                    </w:rPr>
                  </w:pPr>
                  <w:r w:rsidRPr="00A85870">
                    <w:rPr>
                      <w:sz w:val="20"/>
                      <w:szCs w:val="20"/>
                    </w:rPr>
                    <w:t xml:space="preserve">Strona  </w:t>
                  </w:r>
                  <w:r w:rsidRPr="00A85870">
                    <w:rPr>
                      <w:sz w:val="20"/>
                      <w:szCs w:val="20"/>
                    </w:rPr>
                    <w:fldChar w:fldCharType="begin"/>
                  </w:r>
                  <w:r w:rsidRPr="00A85870">
                    <w:rPr>
                      <w:sz w:val="20"/>
                      <w:szCs w:val="20"/>
                    </w:rPr>
                    <w:instrText>PAGE</w:instrText>
                  </w:r>
                  <w:r w:rsidRPr="00A85870">
                    <w:rPr>
                      <w:sz w:val="20"/>
                      <w:szCs w:val="20"/>
                    </w:rPr>
                    <w:fldChar w:fldCharType="separate"/>
                  </w:r>
                  <w:r w:rsidR="00D06988">
                    <w:rPr>
                      <w:noProof/>
                      <w:sz w:val="20"/>
                      <w:szCs w:val="20"/>
                    </w:rPr>
                    <w:t>2</w:t>
                  </w:r>
                  <w:r w:rsidRPr="00A85870">
                    <w:rPr>
                      <w:sz w:val="20"/>
                      <w:szCs w:val="20"/>
                    </w:rPr>
                    <w:fldChar w:fldCharType="end"/>
                  </w:r>
                  <w:r w:rsidRPr="00A85870">
                    <w:rPr>
                      <w:sz w:val="20"/>
                      <w:szCs w:val="20"/>
                    </w:rPr>
                    <w:t xml:space="preserve"> z </w:t>
                  </w:r>
                  <w:r w:rsidRPr="00A85870">
                    <w:rPr>
                      <w:sz w:val="20"/>
                      <w:szCs w:val="20"/>
                    </w:rPr>
                    <w:fldChar w:fldCharType="begin"/>
                  </w:r>
                  <w:r w:rsidRPr="00A85870">
                    <w:rPr>
                      <w:sz w:val="20"/>
                      <w:szCs w:val="20"/>
                    </w:rPr>
                    <w:instrText>NUMPAGES</w:instrText>
                  </w:r>
                  <w:r w:rsidRPr="00A85870">
                    <w:rPr>
                      <w:sz w:val="20"/>
                      <w:szCs w:val="20"/>
                    </w:rPr>
                    <w:fldChar w:fldCharType="separate"/>
                  </w:r>
                  <w:r w:rsidR="002933F4">
                    <w:rPr>
                      <w:noProof/>
                      <w:sz w:val="20"/>
                      <w:szCs w:val="20"/>
                    </w:rPr>
                    <w:t>1</w:t>
                  </w:r>
                  <w:r w:rsidRPr="00A85870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04D80F5" w14:textId="77777777" w:rsidR="00E369D6" w:rsidRPr="00EA5062" w:rsidRDefault="00601033" w:rsidP="00C80F46">
            <w:pPr>
              <w:pStyle w:val="Stopka"/>
              <w:rPr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888178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20"/>
            <w:szCs w:val="20"/>
          </w:rPr>
          <w:id w:val="18881781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tbl>
            <w:tblPr>
              <w:tblStyle w:val="Tabela-Siatka"/>
              <w:tblW w:w="500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3"/>
            </w:tblGrid>
            <w:tr w:rsidR="003C5659" w14:paraId="6F588F42" w14:textId="77777777" w:rsidTr="003C5659">
              <w:trPr>
                <w:jc w:val="center"/>
              </w:trPr>
              <w:tc>
                <w:tcPr>
                  <w:tcW w:w="5003" w:type="dxa"/>
                </w:tcPr>
                <w:p w14:paraId="2FE7EC14" w14:textId="77777777" w:rsidR="003C5659" w:rsidRPr="00A85870" w:rsidRDefault="003C5659" w:rsidP="00A85870">
                  <w:pPr>
                    <w:jc w:val="right"/>
                    <w:rPr>
                      <w:sz w:val="20"/>
                      <w:szCs w:val="20"/>
                    </w:rPr>
                  </w:pPr>
                  <w:r w:rsidRPr="00A85870">
                    <w:rPr>
                      <w:sz w:val="20"/>
                      <w:szCs w:val="20"/>
                    </w:rPr>
                    <w:t xml:space="preserve">Strona  </w:t>
                  </w:r>
                  <w:r w:rsidRPr="00A85870">
                    <w:rPr>
                      <w:sz w:val="20"/>
                      <w:szCs w:val="20"/>
                    </w:rPr>
                    <w:fldChar w:fldCharType="begin"/>
                  </w:r>
                  <w:r w:rsidRPr="00A85870">
                    <w:rPr>
                      <w:sz w:val="20"/>
                      <w:szCs w:val="20"/>
                    </w:rPr>
                    <w:instrText>PAGE</w:instrText>
                  </w:r>
                  <w:r w:rsidRPr="00A85870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noProof/>
                      <w:sz w:val="20"/>
                      <w:szCs w:val="20"/>
                    </w:rPr>
                    <w:t>1</w:t>
                  </w:r>
                  <w:r w:rsidRPr="00A85870">
                    <w:rPr>
                      <w:sz w:val="20"/>
                      <w:szCs w:val="20"/>
                    </w:rPr>
                    <w:fldChar w:fldCharType="end"/>
                  </w:r>
                  <w:r w:rsidRPr="00A85870">
                    <w:rPr>
                      <w:sz w:val="20"/>
                      <w:szCs w:val="20"/>
                    </w:rPr>
                    <w:t xml:space="preserve"> z </w:t>
                  </w:r>
                  <w:r w:rsidRPr="00A85870">
                    <w:rPr>
                      <w:sz w:val="20"/>
                      <w:szCs w:val="20"/>
                    </w:rPr>
                    <w:fldChar w:fldCharType="begin"/>
                  </w:r>
                  <w:r w:rsidRPr="00A85870">
                    <w:rPr>
                      <w:sz w:val="20"/>
                      <w:szCs w:val="20"/>
                    </w:rPr>
                    <w:instrText>NUMPAGES</w:instrText>
                  </w:r>
                  <w:r w:rsidRPr="00A85870">
                    <w:rPr>
                      <w:sz w:val="20"/>
                      <w:szCs w:val="20"/>
                    </w:rPr>
                    <w:fldChar w:fldCharType="separate"/>
                  </w:r>
                  <w:r>
                    <w:rPr>
                      <w:noProof/>
                      <w:sz w:val="20"/>
                      <w:szCs w:val="20"/>
                    </w:rPr>
                    <w:t>1</w:t>
                  </w:r>
                  <w:r w:rsidRPr="00A85870">
                    <w:rPr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337CC892" w14:textId="77777777" w:rsidR="00E369D6" w:rsidRPr="00A85870" w:rsidRDefault="00601033" w:rsidP="00A85870">
            <w:pPr>
              <w:spacing w:after="0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E9A2" w14:textId="77777777" w:rsidR="007F4E5B" w:rsidRDefault="007F4E5B" w:rsidP="00FA5A31">
      <w:pPr>
        <w:spacing w:after="0" w:line="240" w:lineRule="auto"/>
      </w:pPr>
      <w:r>
        <w:separator/>
      </w:r>
    </w:p>
  </w:footnote>
  <w:footnote w:type="continuationSeparator" w:id="0">
    <w:p w14:paraId="7EDA36CA" w14:textId="77777777" w:rsidR="007F4E5B" w:rsidRDefault="007F4E5B" w:rsidP="00FA5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9D155" w14:textId="77777777" w:rsidR="00E369D6" w:rsidRPr="000B42C1" w:rsidRDefault="00E369D6" w:rsidP="000B42C1">
    <w:pPr>
      <w:spacing w:after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  <w:sz w:val="18"/>
        <w:szCs w:val="18"/>
        <w:lang w:eastAsia="pl-PL"/>
      </w:rPr>
      <w:id w:val="14164605"/>
      <w:lock w:val="sdtContentLocked"/>
    </w:sdtPr>
    <w:sdtEndPr>
      <w:rPr>
        <w:rFonts w:eastAsiaTheme="minorHAnsi" w:cstheme="minorBidi"/>
        <w:lang w:eastAsia="en-US"/>
      </w:rPr>
    </w:sdtEndPr>
    <w:sdtContent>
      <w:tbl>
        <w:tblPr>
          <w:tblStyle w:val="Tabela-Siatka"/>
          <w:tblW w:w="10095" w:type="dxa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</w:tblCellMar>
          <w:tblLook w:val="04A0" w:firstRow="1" w:lastRow="0" w:firstColumn="1" w:lastColumn="0" w:noHBand="0" w:noVBand="1"/>
        </w:tblPr>
        <w:tblGrid>
          <w:gridCol w:w="4425"/>
          <w:gridCol w:w="567"/>
          <w:gridCol w:w="1843"/>
          <w:gridCol w:w="3260"/>
        </w:tblGrid>
        <w:tr w:rsidR="00E369D6" w:rsidRPr="00A107D0" w14:paraId="77841142" w14:textId="77777777" w:rsidTr="00F535AF">
          <w:trPr>
            <w:trHeight w:val="625"/>
            <w:jc w:val="center"/>
          </w:trPr>
          <w:tc>
            <w:tcPr>
              <w:tcW w:w="4425" w:type="dxa"/>
              <w:vMerge w:val="restart"/>
              <w:vAlign w:val="center"/>
            </w:tcPr>
            <w:p w14:paraId="30998A15" w14:textId="77777777" w:rsidR="00E369D6" w:rsidRPr="00A107D0" w:rsidRDefault="00E369D6" w:rsidP="00F535AF">
              <w:pPr>
                <w:pStyle w:val="Stopka"/>
                <w:rPr>
                  <w:rFonts w:eastAsiaTheme="majorEastAsia" w:cstheme="majorBidi"/>
                  <w:b/>
                  <w:sz w:val="18"/>
                  <w:szCs w:val="18"/>
                </w:rPr>
              </w:pPr>
              <w:r w:rsidRPr="00A107D0">
                <w:rPr>
                  <w:sz w:val="18"/>
                  <w:szCs w:val="18"/>
                </w:rPr>
                <w:t xml:space="preserve">  </w:t>
              </w:r>
              <w:r w:rsidRPr="00A107D0">
                <w:rPr>
                  <w:rFonts w:eastAsiaTheme="majorEastAsia" w:cstheme="majorBidi"/>
                  <w:b/>
                  <w:sz w:val="18"/>
                  <w:szCs w:val="18"/>
                </w:rPr>
                <w:t>Przedsiębiorstwo Usługowo-Handlowe "SUPONEKS”</w:t>
              </w:r>
            </w:p>
            <w:p w14:paraId="0D5324C5" w14:textId="77777777" w:rsidR="00E369D6" w:rsidRPr="00A107D0" w:rsidRDefault="00E369D6" w:rsidP="00F535AF">
              <w:pPr>
                <w:pStyle w:val="Stopka"/>
                <w:rPr>
                  <w:rFonts w:eastAsiaTheme="majorEastAsia" w:cstheme="majorBidi"/>
                  <w:b/>
                  <w:sz w:val="18"/>
                  <w:szCs w:val="18"/>
                </w:rPr>
              </w:pPr>
              <w:r w:rsidRPr="00A107D0">
                <w:rPr>
                  <w:rFonts w:eastAsiaTheme="majorEastAsia" w:cstheme="majorBidi"/>
                  <w:b/>
                  <w:sz w:val="18"/>
                  <w:szCs w:val="18"/>
                </w:rPr>
                <w:t xml:space="preserve">  Stanisław i Bartosz Łomaszewicz Spółka Cywilna</w:t>
              </w:r>
            </w:p>
            <w:p w14:paraId="49B64493" w14:textId="77777777" w:rsidR="00E369D6" w:rsidRPr="00A107D0" w:rsidRDefault="00E369D6" w:rsidP="00F535AF">
              <w:pPr>
                <w:pStyle w:val="Nagwek"/>
                <w:rPr>
                  <w:rFonts w:eastAsiaTheme="majorEastAsia" w:cstheme="majorBidi"/>
                  <w:sz w:val="18"/>
                  <w:szCs w:val="18"/>
                </w:rPr>
              </w:pPr>
              <w:r w:rsidRPr="00A107D0">
                <w:rPr>
                  <w:rFonts w:eastAsiaTheme="majorEastAsia" w:cstheme="majorBidi"/>
                  <w:sz w:val="18"/>
                  <w:szCs w:val="18"/>
                </w:rPr>
                <w:t xml:space="preserve">  15-709 Białystok, ul. Adama Asnyka 2</w:t>
              </w:r>
            </w:p>
            <w:p w14:paraId="70719F47" w14:textId="77777777" w:rsidR="00E369D6" w:rsidRPr="00A107D0" w:rsidRDefault="00E369D6" w:rsidP="00F535AF">
              <w:pPr>
                <w:pStyle w:val="Nagwek"/>
                <w:rPr>
                  <w:rFonts w:eastAsiaTheme="majorEastAsia" w:cstheme="majorBidi"/>
                  <w:sz w:val="18"/>
                  <w:szCs w:val="18"/>
                </w:rPr>
              </w:pPr>
              <w:r w:rsidRPr="00A107D0">
                <w:rPr>
                  <w:rFonts w:eastAsiaTheme="majorEastAsia" w:cstheme="majorBidi"/>
                  <w:sz w:val="18"/>
                  <w:szCs w:val="18"/>
                </w:rPr>
                <w:t xml:space="preserve">  NIP: 542-26-25-110</w:t>
              </w:r>
            </w:p>
          </w:tc>
          <w:tc>
            <w:tcPr>
              <w:tcW w:w="567" w:type="dxa"/>
            </w:tcPr>
            <w:p w14:paraId="51F86BDD" w14:textId="77777777" w:rsidR="00E369D6" w:rsidRPr="00A107D0" w:rsidRDefault="00E369D6" w:rsidP="00F535AF">
              <w:pPr>
                <w:pStyle w:val="Nagwek"/>
                <w:rPr>
                  <w:rFonts w:eastAsiaTheme="majorEastAsia" w:cstheme="majorBidi"/>
                  <w:sz w:val="18"/>
                  <w:szCs w:val="18"/>
                </w:rPr>
              </w:pPr>
              <w:r w:rsidRPr="00A107D0">
                <w:rPr>
                  <w:rFonts w:eastAsiaTheme="majorEastAsia" w:cstheme="majorBidi"/>
                  <w:sz w:val="18"/>
                  <w:szCs w:val="18"/>
                </w:rPr>
                <w:t>tel.:</w:t>
              </w:r>
            </w:p>
            <w:p w14:paraId="424EEDE7" w14:textId="77777777" w:rsidR="00E369D6" w:rsidRPr="00A107D0" w:rsidRDefault="00E369D6" w:rsidP="00F535AF">
              <w:pPr>
                <w:pStyle w:val="Nagwek"/>
                <w:rPr>
                  <w:rFonts w:eastAsiaTheme="majorEastAsia" w:cstheme="majorBidi"/>
                  <w:sz w:val="18"/>
                  <w:szCs w:val="18"/>
                </w:rPr>
              </w:pPr>
              <w:r w:rsidRPr="00A107D0">
                <w:rPr>
                  <w:rFonts w:eastAsiaTheme="majorEastAsia" w:cstheme="majorBidi"/>
                  <w:sz w:val="18"/>
                  <w:szCs w:val="18"/>
                </w:rPr>
                <w:t>fax:</w:t>
              </w:r>
            </w:p>
            <w:p w14:paraId="690990FB" w14:textId="77777777" w:rsidR="00E369D6" w:rsidRPr="00A107D0" w:rsidRDefault="00E369D6" w:rsidP="00F535AF">
              <w:pPr>
                <w:pStyle w:val="Nagwek"/>
                <w:rPr>
                  <w:rFonts w:eastAsiaTheme="majorEastAsia" w:cstheme="majorBidi"/>
                  <w:sz w:val="18"/>
                  <w:szCs w:val="18"/>
                </w:rPr>
              </w:pPr>
              <w:r w:rsidRPr="00A107D0">
                <w:rPr>
                  <w:rFonts w:eastAsiaTheme="majorEastAsia" w:cstheme="majorBidi"/>
                  <w:sz w:val="18"/>
                  <w:szCs w:val="18"/>
                </w:rPr>
                <w:t>email:</w:t>
              </w:r>
            </w:p>
          </w:tc>
          <w:tc>
            <w:tcPr>
              <w:tcW w:w="1843" w:type="dxa"/>
              <w:tcBorders>
                <w:right w:val="single" w:sz="4" w:space="0" w:color="auto"/>
              </w:tcBorders>
            </w:tcPr>
            <w:p w14:paraId="2F0BD3C3" w14:textId="77777777" w:rsidR="00E369D6" w:rsidRPr="00A107D0" w:rsidRDefault="00E369D6" w:rsidP="00F535AF">
              <w:pPr>
                <w:pStyle w:val="Nagwek"/>
                <w:rPr>
                  <w:rFonts w:eastAsiaTheme="majorEastAsia" w:cstheme="majorBidi"/>
                  <w:sz w:val="18"/>
                  <w:szCs w:val="18"/>
                  <w:lang w:val="en-US"/>
                </w:rPr>
              </w:pPr>
              <w:r w:rsidRPr="00A107D0">
                <w:rPr>
                  <w:rFonts w:eastAsiaTheme="majorEastAsia" w:cstheme="majorBidi"/>
                  <w:sz w:val="18"/>
                  <w:szCs w:val="18"/>
                  <w:lang w:val="en-US"/>
                </w:rPr>
                <w:t>85 652 75 50</w:t>
              </w:r>
            </w:p>
            <w:p w14:paraId="73C7ACDD" w14:textId="77777777" w:rsidR="00E369D6" w:rsidRPr="00A107D0" w:rsidRDefault="00E369D6" w:rsidP="00F535AF">
              <w:pPr>
                <w:pStyle w:val="Nagwek"/>
                <w:rPr>
                  <w:rFonts w:eastAsiaTheme="majorEastAsia" w:cstheme="majorBidi"/>
                  <w:sz w:val="18"/>
                  <w:szCs w:val="18"/>
                  <w:lang w:val="en-US"/>
                </w:rPr>
              </w:pPr>
              <w:r w:rsidRPr="00A107D0">
                <w:rPr>
                  <w:rFonts w:eastAsiaTheme="majorEastAsia" w:cstheme="majorBidi"/>
                  <w:sz w:val="18"/>
                  <w:szCs w:val="18"/>
                  <w:lang w:val="en-US"/>
                </w:rPr>
                <w:t>85 733 61 73 firma@suponeks.pl</w:t>
              </w:r>
            </w:p>
          </w:tc>
          <w:tc>
            <w:tcPr>
              <w:tcW w:w="3260" w:type="dxa"/>
              <w:vMerge w:val="restart"/>
              <w:tcBorders>
                <w:left w:val="single" w:sz="4" w:space="0" w:color="auto"/>
              </w:tcBorders>
              <w:vAlign w:val="center"/>
            </w:tcPr>
            <w:p w14:paraId="4E3F8FFF" w14:textId="77777777" w:rsidR="00E369D6" w:rsidRPr="00A107D0" w:rsidRDefault="00E369D6" w:rsidP="00F535AF">
              <w:pPr>
                <w:pStyle w:val="Nagwek"/>
                <w:jc w:val="right"/>
                <w:rPr>
                  <w:sz w:val="18"/>
                  <w:szCs w:val="18"/>
                </w:rPr>
              </w:pPr>
              <w:r w:rsidRPr="00A107D0">
                <w:rPr>
                  <w:noProof/>
                  <w:sz w:val="18"/>
                  <w:szCs w:val="18"/>
                  <w:lang w:eastAsia="pl-PL"/>
                </w:rPr>
                <w:drawing>
                  <wp:inline distT="0" distB="0" distL="0" distR="0" wp14:anchorId="5F8247F5" wp14:editId="240F704D">
                    <wp:extent cx="1799779" cy="319256"/>
                    <wp:effectExtent l="19050" t="0" r="0" b="0"/>
                    <wp:docPr id="2" name="Obraz 20" descr="LOGO SUPONEKS 5cm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LOGO SUPONEKS 5cm.png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99779" cy="3192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  <w:tr w:rsidR="00E369D6" w:rsidRPr="00A107D0" w14:paraId="0CE8DAFB" w14:textId="77777777" w:rsidTr="00F535AF">
          <w:trPr>
            <w:trHeight w:val="241"/>
            <w:jc w:val="center"/>
          </w:trPr>
          <w:tc>
            <w:tcPr>
              <w:tcW w:w="4425" w:type="dxa"/>
              <w:vMerge/>
              <w:vAlign w:val="center"/>
            </w:tcPr>
            <w:p w14:paraId="20971933" w14:textId="77777777" w:rsidR="00E369D6" w:rsidRPr="00A107D0" w:rsidRDefault="00E369D6" w:rsidP="00F535AF">
              <w:pPr>
                <w:pStyle w:val="Stopka"/>
                <w:rPr>
                  <w:rFonts w:eastAsiaTheme="majorEastAsia" w:cstheme="majorBidi"/>
                  <w:b/>
                  <w:sz w:val="18"/>
                  <w:szCs w:val="18"/>
                </w:rPr>
              </w:pPr>
            </w:p>
          </w:tc>
          <w:tc>
            <w:tcPr>
              <w:tcW w:w="2410" w:type="dxa"/>
              <w:gridSpan w:val="2"/>
              <w:tcBorders>
                <w:right w:val="single" w:sz="4" w:space="0" w:color="auto"/>
              </w:tcBorders>
            </w:tcPr>
            <w:p w14:paraId="5FAE75B1" w14:textId="77777777" w:rsidR="00E369D6" w:rsidRPr="00A107D0" w:rsidRDefault="00E369D6" w:rsidP="00F535AF">
              <w:pPr>
                <w:pStyle w:val="Nagwek"/>
                <w:rPr>
                  <w:rFonts w:eastAsiaTheme="majorEastAsia" w:cstheme="majorBidi"/>
                  <w:sz w:val="18"/>
                  <w:szCs w:val="18"/>
                </w:rPr>
              </w:pPr>
              <w:r w:rsidRPr="00A107D0">
                <w:rPr>
                  <w:rFonts w:eastAsiaTheme="majorEastAsia" w:cstheme="majorBidi"/>
                  <w:sz w:val="18"/>
                  <w:szCs w:val="18"/>
                </w:rPr>
                <w:t>www.suponeks.pl</w:t>
              </w:r>
            </w:p>
          </w:tc>
          <w:tc>
            <w:tcPr>
              <w:tcW w:w="3260" w:type="dxa"/>
              <w:vMerge/>
              <w:tcBorders>
                <w:left w:val="single" w:sz="4" w:space="0" w:color="auto"/>
              </w:tcBorders>
              <w:vAlign w:val="center"/>
            </w:tcPr>
            <w:p w14:paraId="42E60209" w14:textId="77777777" w:rsidR="00E369D6" w:rsidRPr="00A107D0" w:rsidRDefault="00E369D6" w:rsidP="00F535AF">
              <w:pPr>
                <w:pStyle w:val="Nagwek"/>
                <w:jc w:val="right"/>
                <w:rPr>
                  <w:noProof/>
                  <w:sz w:val="18"/>
                  <w:szCs w:val="18"/>
                  <w:lang w:eastAsia="pl-PL"/>
                </w:rPr>
              </w:pPr>
            </w:p>
          </w:tc>
        </w:tr>
      </w:tbl>
      <w:p w14:paraId="5C257C24" w14:textId="77777777" w:rsidR="00E369D6" w:rsidRPr="00942505" w:rsidRDefault="00601033" w:rsidP="00942505">
        <w:pPr>
          <w:spacing w:after="0"/>
          <w:rPr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E6B2B"/>
    <w:multiLevelType w:val="hybridMultilevel"/>
    <w:tmpl w:val="1D3A8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874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FBA"/>
    <w:rsid w:val="000034EE"/>
    <w:rsid w:val="0001203D"/>
    <w:rsid w:val="00012070"/>
    <w:rsid w:val="00023062"/>
    <w:rsid w:val="00024923"/>
    <w:rsid w:val="00026FCB"/>
    <w:rsid w:val="00036033"/>
    <w:rsid w:val="00041050"/>
    <w:rsid w:val="00043E6C"/>
    <w:rsid w:val="00053568"/>
    <w:rsid w:val="0006555E"/>
    <w:rsid w:val="000B42C1"/>
    <w:rsid w:val="000B7E57"/>
    <w:rsid w:val="000C1028"/>
    <w:rsid w:val="000D04FE"/>
    <w:rsid w:val="000D1FBC"/>
    <w:rsid w:val="000E0F24"/>
    <w:rsid w:val="00110122"/>
    <w:rsid w:val="0012540E"/>
    <w:rsid w:val="00134C7F"/>
    <w:rsid w:val="00152BB6"/>
    <w:rsid w:val="00154CA4"/>
    <w:rsid w:val="001B6B7A"/>
    <w:rsid w:val="001C36C2"/>
    <w:rsid w:val="001E7EC0"/>
    <w:rsid w:val="001F12C3"/>
    <w:rsid w:val="001F7DF3"/>
    <w:rsid w:val="002156A8"/>
    <w:rsid w:val="002178FA"/>
    <w:rsid w:val="00226983"/>
    <w:rsid w:val="00234169"/>
    <w:rsid w:val="002648BB"/>
    <w:rsid w:val="0027496B"/>
    <w:rsid w:val="00282FD9"/>
    <w:rsid w:val="00287C4E"/>
    <w:rsid w:val="002933F4"/>
    <w:rsid w:val="002B03AC"/>
    <w:rsid w:val="002E253A"/>
    <w:rsid w:val="00342996"/>
    <w:rsid w:val="0034604D"/>
    <w:rsid w:val="00361A4E"/>
    <w:rsid w:val="0036483F"/>
    <w:rsid w:val="00375313"/>
    <w:rsid w:val="003A71F0"/>
    <w:rsid w:val="003B5531"/>
    <w:rsid w:val="003B5BE0"/>
    <w:rsid w:val="003C5659"/>
    <w:rsid w:val="003D124D"/>
    <w:rsid w:val="0040237C"/>
    <w:rsid w:val="00444893"/>
    <w:rsid w:val="00466F70"/>
    <w:rsid w:val="00492FA7"/>
    <w:rsid w:val="004C6B22"/>
    <w:rsid w:val="004D6657"/>
    <w:rsid w:val="004E07C1"/>
    <w:rsid w:val="00510520"/>
    <w:rsid w:val="00510ED0"/>
    <w:rsid w:val="00520C25"/>
    <w:rsid w:val="00525D26"/>
    <w:rsid w:val="0054477D"/>
    <w:rsid w:val="00555138"/>
    <w:rsid w:val="005F4397"/>
    <w:rsid w:val="00601033"/>
    <w:rsid w:val="00604443"/>
    <w:rsid w:val="00633431"/>
    <w:rsid w:val="00657024"/>
    <w:rsid w:val="00676343"/>
    <w:rsid w:val="00686ECF"/>
    <w:rsid w:val="006A1399"/>
    <w:rsid w:val="006A4CB8"/>
    <w:rsid w:val="006A7DAE"/>
    <w:rsid w:val="006C2341"/>
    <w:rsid w:val="006C7CE0"/>
    <w:rsid w:val="007153BE"/>
    <w:rsid w:val="00722DAC"/>
    <w:rsid w:val="00723AFA"/>
    <w:rsid w:val="00742C8B"/>
    <w:rsid w:val="00753ABD"/>
    <w:rsid w:val="0076524B"/>
    <w:rsid w:val="00773D95"/>
    <w:rsid w:val="00783B6C"/>
    <w:rsid w:val="00795040"/>
    <w:rsid w:val="007D298D"/>
    <w:rsid w:val="007D3936"/>
    <w:rsid w:val="007F3C93"/>
    <w:rsid w:val="007F3E96"/>
    <w:rsid w:val="007F4E5B"/>
    <w:rsid w:val="007F75EC"/>
    <w:rsid w:val="00807698"/>
    <w:rsid w:val="00853E15"/>
    <w:rsid w:val="00855D9E"/>
    <w:rsid w:val="00856137"/>
    <w:rsid w:val="00862D82"/>
    <w:rsid w:val="00866E8F"/>
    <w:rsid w:val="008676A3"/>
    <w:rsid w:val="00880D40"/>
    <w:rsid w:val="00885C52"/>
    <w:rsid w:val="008C6C4C"/>
    <w:rsid w:val="008C74ED"/>
    <w:rsid w:val="008E1E0D"/>
    <w:rsid w:val="008E2104"/>
    <w:rsid w:val="008E366B"/>
    <w:rsid w:val="00900ADD"/>
    <w:rsid w:val="009316FE"/>
    <w:rsid w:val="0094127E"/>
    <w:rsid w:val="00942505"/>
    <w:rsid w:val="00974DF0"/>
    <w:rsid w:val="009902CA"/>
    <w:rsid w:val="009A566F"/>
    <w:rsid w:val="009A5A48"/>
    <w:rsid w:val="009B670D"/>
    <w:rsid w:val="009D251D"/>
    <w:rsid w:val="009E07CC"/>
    <w:rsid w:val="00A63FB2"/>
    <w:rsid w:val="00A84114"/>
    <w:rsid w:val="00A85870"/>
    <w:rsid w:val="00AC1640"/>
    <w:rsid w:val="00AE20F1"/>
    <w:rsid w:val="00B14C18"/>
    <w:rsid w:val="00B32B81"/>
    <w:rsid w:val="00B37FBA"/>
    <w:rsid w:val="00B50155"/>
    <w:rsid w:val="00B51C3B"/>
    <w:rsid w:val="00B54784"/>
    <w:rsid w:val="00B55545"/>
    <w:rsid w:val="00B77E10"/>
    <w:rsid w:val="00B94CAC"/>
    <w:rsid w:val="00BC5A33"/>
    <w:rsid w:val="00BD1469"/>
    <w:rsid w:val="00BE08A0"/>
    <w:rsid w:val="00BF74D4"/>
    <w:rsid w:val="00C05F6E"/>
    <w:rsid w:val="00C22905"/>
    <w:rsid w:val="00C2574A"/>
    <w:rsid w:val="00C334F7"/>
    <w:rsid w:val="00C80F46"/>
    <w:rsid w:val="00CB7C33"/>
    <w:rsid w:val="00CC2AA2"/>
    <w:rsid w:val="00CD0CB7"/>
    <w:rsid w:val="00D06988"/>
    <w:rsid w:val="00D56C0E"/>
    <w:rsid w:val="00D615AA"/>
    <w:rsid w:val="00D62E55"/>
    <w:rsid w:val="00D66253"/>
    <w:rsid w:val="00D74BD9"/>
    <w:rsid w:val="00DB2B4C"/>
    <w:rsid w:val="00DD7343"/>
    <w:rsid w:val="00E15DFB"/>
    <w:rsid w:val="00E16345"/>
    <w:rsid w:val="00E23B42"/>
    <w:rsid w:val="00E259D5"/>
    <w:rsid w:val="00E369D6"/>
    <w:rsid w:val="00E858B2"/>
    <w:rsid w:val="00EA15C4"/>
    <w:rsid w:val="00EA5062"/>
    <w:rsid w:val="00EB6420"/>
    <w:rsid w:val="00ED3B84"/>
    <w:rsid w:val="00F10FEC"/>
    <w:rsid w:val="00F25FF1"/>
    <w:rsid w:val="00F51C82"/>
    <w:rsid w:val="00F535AF"/>
    <w:rsid w:val="00F6108E"/>
    <w:rsid w:val="00F7746F"/>
    <w:rsid w:val="00F80289"/>
    <w:rsid w:val="00F805ED"/>
    <w:rsid w:val="00FA5A31"/>
    <w:rsid w:val="00FD3269"/>
    <w:rsid w:val="00FD33FD"/>
    <w:rsid w:val="00FE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F10D9E"/>
  <w15:docId w15:val="{A2CD6148-9B19-4DA6-8367-BF5A8D28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6FE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04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31"/>
  </w:style>
  <w:style w:type="paragraph" w:styleId="Stopka">
    <w:name w:val="footer"/>
    <w:basedOn w:val="Normalny"/>
    <w:link w:val="StopkaZnak"/>
    <w:uiPriority w:val="99"/>
    <w:unhideWhenUsed/>
    <w:rsid w:val="00FA5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31"/>
  </w:style>
  <w:style w:type="paragraph" w:styleId="Tekstdymka">
    <w:name w:val="Balloon Text"/>
    <w:basedOn w:val="Normalny"/>
    <w:link w:val="TekstdymkaZnak"/>
    <w:uiPriority w:val="99"/>
    <w:semiHidden/>
    <w:unhideWhenUsed/>
    <w:rsid w:val="00FA5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3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15C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10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3B553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53568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0D04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04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D04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grubienie">
    <w:name w:val="Strong"/>
    <w:basedOn w:val="Domylnaczcionkaakapitu"/>
    <w:uiPriority w:val="22"/>
    <w:qFormat/>
    <w:rsid w:val="00853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tek\Dane%20aplikacji\Microsoft\Szablony\Oferta%20Suponek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BFAF06382B461680466CA64DD5B8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EE3C56-E472-4D52-9908-0FE5CE54C20E}"/>
      </w:docPartPr>
      <w:docPartBody>
        <w:p w:rsidR="004B2CAA" w:rsidRDefault="004B2CAA">
          <w:pPr>
            <w:pStyle w:val="9FBFAF06382B461680466CA64DD5B8AE"/>
          </w:pPr>
          <w:r w:rsidRPr="000B6040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BE040F71D2F64C399052EDB8BB0A7B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A2CA05-5DFB-4FC3-A1C9-32B4CF0D2A99}"/>
      </w:docPartPr>
      <w:docPartBody>
        <w:p w:rsidR="004B2CAA" w:rsidRDefault="004B2CAA">
          <w:pPr>
            <w:pStyle w:val="BE040F71D2F64C399052EDB8BB0A7BC6"/>
          </w:pPr>
          <w:r w:rsidRPr="000B6040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CAA"/>
    <w:rsid w:val="00036033"/>
    <w:rsid w:val="0008528C"/>
    <w:rsid w:val="002A20D9"/>
    <w:rsid w:val="004A3D3F"/>
    <w:rsid w:val="004B2CAA"/>
    <w:rsid w:val="0068517D"/>
    <w:rsid w:val="006B4645"/>
    <w:rsid w:val="006C42B6"/>
    <w:rsid w:val="00760844"/>
    <w:rsid w:val="00796A7E"/>
    <w:rsid w:val="00A70957"/>
    <w:rsid w:val="00BD09DD"/>
    <w:rsid w:val="00E3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B2CAA"/>
    <w:rPr>
      <w:color w:val="808080"/>
    </w:rPr>
  </w:style>
  <w:style w:type="paragraph" w:customStyle="1" w:styleId="9FBFAF06382B461680466CA64DD5B8AE">
    <w:name w:val="9FBFAF06382B461680466CA64DD5B8AE"/>
    <w:rsid w:val="004B2CAA"/>
  </w:style>
  <w:style w:type="paragraph" w:customStyle="1" w:styleId="BE040F71D2F64C399052EDB8BB0A7BC6">
    <w:name w:val="BE040F71D2F64C399052EDB8BB0A7BC6"/>
    <w:rsid w:val="004B2C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6BD83-141D-4948-892E-CDD50626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Oferta Suponeks.dotx</Template>
  <TotalTime>86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Of-19086-KM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Of-19086-KM</dc:title>
  <dc:subject/>
  <dc:creator>Łomaszewicz</dc:creator>
  <cp:keywords/>
  <dc:description/>
  <cp:lastModifiedBy>Bartosz Łomaszewicz</cp:lastModifiedBy>
  <cp:revision>7</cp:revision>
  <cp:lastPrinted>2013-04-15T10:58:00Z</cp:lastPrinted>
  <dcterms:created xsi:type="dcterms:W3CDTF">2019-04-01T07:29:00Z</dcterms:created>
  <dcterms:modified xsi:type="dcterms:W3CDTF">2025-09-10T15:03:00Z</dcterms:modified>
</cp:coreProperties>
</file>